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E9D1B" w14:textId="77777777" w:rsidR="000D29B3" w:rsidRPr="00AE798D" w:rsidRDefault="000D29B3"/>
    <w:p w14:paraId="0FADE07E" w14:textId="77777777" w:rsidR="000D29B3" w:rsidRDefault="000D29B3" w:rsidP="000D29B3">
      <w:pPr>
        <w:tabs>
          <w:tab w:val="left" w:pos="3680"/>
        </w:tabs>
        <w:jc w:val="center"/>
        <w:rPr>
          <w:b/>
        </w:rPr>
      </w:pPr>
      <w:r w:rsidRPr="00AE798D">
        <w:rPr>
          <w:b/>
        </w:rPr>
        <w:t xml:space="preserve">MAC </w:t>
      </w:r>
      <w:r w:rsidR="005A28EE">
        <w:rPr>
          <w:b/>
        </w:rPr>
        <w:t>–USING YOUR SCHOOL SERVER</w:t>
      </w:r>
    </w:p>
    <w:p w14:paraId="1C89F76D" w14:textId="77777777" w:rsidR="00E21CFD" w:rsidRDefault="00E21CFD" w:rsidP="000D29B3">
      <w:pPr>
        <w:tabs>
          <w:tab w:val="left" w:pos="3680"/>
        </w:tabs>
        <w:jc w:val="center"/>
        <w:rPr>
          <w:b/>
        </w:rPr>
      </w:pPr>
    </w:p>
    <w:p w14:paraId="73E5C62B" w14:textId="41AB30E6" w:rsidR="00E21CFD" w:rsidRPr="00AE798D" w:rsidRDefault="007D4CC1" w:rsidP="000D29B3">
      <w:pPr>
        <w:tabs>
          <w:tab w:val="left" w:pos="3680"/>
        </w:tabs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FBC5F" wp14:editId="4808ECFD">
                <wp:simplePos x="0" y="0"/>
                <wp:positionH relativeFrom="column">
                  <wp:posOffset>1308735</wp:posOffset>
                </wp:positionH>
                <wp:positionV relativeFrom="paragraph">
                  <wp:posOffset>1305560</wp:posOffset>
                </wp:positionV>
                <wp:extent cx="1828800" cy="457200"/>
                <wp:effectExtent l="50800" t="25400" r="50800" b="1524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03.05pt;margin-top:102.8pt;width:2in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B399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2943AB" wp14:editId="2415BAEF">
                <wp:simplePos x="0" y="0"/>
                <wp:positionH relativeFrom="column">
                  <wp:posOffset>3251835</wp:posOffset>
                </wp:positionH>
                <wp:positionV relativeFrom="paragraph">
                  <wp:posOffset>1419860</wp:posOffset>
                </wp:positionV>
                <wp:extent cx="3538220" cy="1595120"/>
                <wp:effectExtent l="635" t="0" r="17145" b="762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1595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91592E" w14:textId="77777777" w:rsidR="00F93A0C" w:rsidRPr="005A28EE" w:rsidRDefault="00F93A0C">
                            <w:pPr>
                              <w:rPr>
                                <w:b/>
                              </w:rPr>
                            </w:pPr>
                            <w:r w:rsidRPr="005A28EE">
                              <w:rPr>
                                <w:b/>
                              </w:rPr>
                              <w:t xml:space="preserve">Enter your school </w:t>
                            </w:r>
                            <w:r w:rsidR="00284AFC" w:rsidRPr="005A28EE">
                              <w:rPr>
                                <w:b/>
                              </w:rPr>
                              <w:t>acronym:</w:t>
                            </w:r>
                          </w:p>
                          <w:p w14:paraId="1116F6DB" w14:textId="77777777" w:rsidR="00F93A0C" w:rsidRDefault="00F93A0C"/>
                          <w:p w14:paraId="3908EB6D" w14:textId="77777777" w:rsidR="00F93A0C" w:rsidRDefault="00F93A0C" w:rsidP="005A28EE">
                            <w:r>
                              <w:t>Oakland- oes                     West Creek- wces</w:t>
                            </w:r>
                          </w:p>
                          <w:p w14:paraId="263C9375" w14:textId="77777777" w:rsidR="00F93A0C" w:rsidRDefault="00F93A0C">
                            <w:r>
                              <w:t>Norman Smith- nses          Burt- burt</w:t>
                            </w:r>
                          </w:p>
                          <w:p w14:paraId="7CF1C7B1" w14:textId="77777777" w:rsidR="00F93A0C" w:rsidRDefault="00F93A0C">
                            <w:r>
                              <w:t xml:space="preserve">Moore- mes                       Sango- ses       </w:t>
                            </w:r>
                          </w:p>
                          <w:p w14:paraId="6286C97C" w14:textId="77777777" w:rsidR="00F93A0C" w:rsidRDefault="00F93A0C" w:rsidP="005A28EE">
                            <w:r>
                              <w:t>Byrns Darden- bdes          East Montgomery- emes</w:t>
                            </w:r>
                          </w:p>
                          <w:p w14:paraId="67EC815F" w14:textId="77777777" w:rsidR="00F93A0C" w:rsidRDefault="00F93A0C" w:rsidP="005A28EE">
                            <w:r>
                              <w:t>Hazelwood-hes                 Liberty-les</w:t>
                            </w:r>
                          </w:p>
                          <w:p w14:paraId="772C05DB" w14:textId="77777777" w:rsidR="00F93A0C" w:rsidRDefault="00F93A0C"/>
                          <w:p w14:paraId="6EE9956C" w14:textId="77777777" w:rsidR="00F93A0C" w:rsidRDefault="00F93A0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6.05pt;margin-top:111.8pt;width:278.6pt;height:1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" filled="f" strokecolor="#4f81bd [3204]">
                <v:textbox inset=",7.2pt,,7.2pt">
                  <w:txbxContent>
                    <w:p w14:paraId="0691592E" w14:textId="77777777" w:rsidR="00F93A0C" w:rsidRPr="005A28EE" w:rsidRDefault="00F93A0C">
                      <w:pPr>
                        <w:rPr>
                          <w:b/>
                        </w:rPr>
                      </w:pPr>
                      <w:r w:rsidRPr="005A28EE">
                        <w:rPr>
                          <w:b/>
                        </w:rPr>
                        <w:t xml:space="preserve">Enter your school </w:t>
                      </w:r>
                      <w:r w:rsidR="00284AFC" w:rsidRPr="005A28EE">
                        <w:rPr>
                          <w:b/>
                        </w:rPr>
                        <w:t>acronym:</w:t>
                      </w:r>
                    </w:p>
                    <w:p w14:paraId="1116F6DB" w14:textId="77777777" w:rsidR="00F93A0C" w:rsidRDefault="00F93A0C"/>
                    <w:p w14:paraId="3908EB6D" w14:textId="77777777" w:rsidR="00F93A0C" w:rsidRDefault="00F93A0C" w:rsidP="005A28EE">
                      <w:r>
                        <w:t>Oakland- oes                     West Creek- wces</w:t>
                      </w:r>
                    </w:p>
                    <w:p w14:paraId="263C9375" w14:textId="77777777" w:rsidR="00F93A0C" w:rsidRDefault="00F93A0C">
                      <w:r>
                        <w:t>Norman Smith- nses          Burt- burt</w:t>
                      </w:r>
                    </w:p>
                    <w:p w14:paraId="7CF1C7B1" w14:textId="77777777" w:rsidR="00F93A0C" w:rsidRDefault="00F93A0C">
                      <w:r>
                        <w:t xml:space="preserve">Moore- mes                       Sango- ses       </w:t>
                      </w:r>
                    </w:p>
                    <w:p w14:paraId="6286C97C" w14:textId="77777777" w:rsidR="00F93A0C" w:rsidRDefault="00F93A0C" w:rsidP="005A28EE">
                      <w:r>
                        <w:t>Byrns Darden- bdes          East Montgomery- emes</w:t>
                      </w:r>
                    </w:p>
                    <w:p w14:paraId="67EC815F" w14:textId="77777777" w:rsidR="00F93A0C" w:rsidRDefault="00F93A0C" w:rsidP="005A28EE">
                      <w:r>
                        <w:t>Hazelwood-hes                 Liberty-les</w:t>
                      </w:r>
                    </w:p>
                    <w:p w14:paraId="772C05DB" w14:textId="77777777" w:rsidR="00F93A0C" w:rsidRDefault="00F93A0C"/>
                    <w:p w14:paraId="6EE9956C" w14:textId="77777777" w:rsidR="00F93A0C" w:rsidRDefault="00F93A0C"/>
                  </w:txbxContent>
                </v:textbox>
              </v:shape>
            </w:pict>
          </mc:Fallback>
        </mc:AlternateContent>
      </w:r>
      <w:r w:rsidR="00CB399F">
        <w:rPr>
          <w:noProof/>
        </w:rPr>
        <w:drawing>
          <wp:anchor distT="0" distB="0" distL="114300" distR="114300" simplePos="0" relativeHeight="251659264" behindDoc="1" locked="0" layoutInCell="1" allowOverlap="1" wp14:anchorId="70B1250F" wp14:editId="56E7A02B">
            <wp:simplePos x="0" y="0"/>
            <wp:positionH relativeFrom="column">
              <wp:posOffset>2337435</wp:posOffset>
            </wp:positionH>
            <wp:positionV relativeFrom="paragraph">
              <wp:posOffset>848360</wp:posOffset>
            </wp:positionV>
            <wp:extent cx="4267200" cy="673100"/>
            <wp:effectExtent l="0" t="0" r="0" b="12700"/>
            <wp:wrapNone/>
            <wp:docPr id="3" name="Picture 2" descr="Screen Shot 2013-05-22 a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3-05-22 a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023"/>
        <w:gridCol w:w="7993"/>
      </w:tblGrid>
      <w:tr w:rsidR="00E21CFD" w:rsidRPr="00AE798D" w14:paraId="76E06D63" w14:textId="77777777" w:rsidTr="005A28EE">
        <w:tc>
          <w:tcPr>
            <w:tcW w:w="3023" w:type="dxa"/>
            <w:shd w:val="clear" w:color="auto" w:fill="auto"/>
          </w:tcPr>
          <w:p w14:paraId="50F05AF4" w14:textId="77777777" w:rsidR="00E21CFD" w:rsidRPr="00AE798D" w:rsidRDefault="00E21CFD" w:rsidP="00E21CFD">
            <w:pPr>
              <w:tabs>
                <w:tab w:val="left" w:pos="3680"/>
              </w:tabs>
              <w:ind w:left="720"/>
              <w:rPr>
                <w:lang w:bidi="x-none"/>
              </w:rPr>
            </w:pPr>
          </w:p>
        </w:tc>
        <w:tc>
          <w:tcPr>
            <w:tcW w:w="7993" w:type="dxa"/>
            <w:shd w:val="clear" w:color="auto" w:fill="auto"/>
          </w:tcPr>
          <w:p w14:paraId="2FDE1BE2" w14:textId="77777777" w:rsidR="00E21CFD" w:rsidRPr="00E21CFD" w:rsidRDefault="00E21CFD" w:rsidP="000D29B3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lang w:bidi="x-none"/>
              </w:rPr>
              <w:t xml:space="preserve"> </w:t>
            </w:r>
            <w:r w:rsidR="00845187">
              <w:rPr>
                <w:b/>
                <w:lang w:bidi="x-none"/>
              </w:rPr>
              <w:t xml:space="preserve">DIRECTIONS FOR LOGIN FOR </w:t>
            </w:r>
            <w:r w:rsidRPr="00E21CFD">
              <w:rPr>
                <w:b/>
                <w:lang w:bidi="x-none"/>
              </w:rPr>
              <w:t>THE SERVER</w:t>
            </w:r>
          </w:p>
        </w:tc>
      </w:tr>
      <w:tr w:rsidR="000D29B3" w:rsidRPr="00AE798D" w14:paraId="5F52377A" w14:textId="77777777" w:rsidTr="005A28EE">
        <w:tc>
          <w:tcPr>
            <w:tcW w:w="3023" w:type="dxa"/>
            <w:shd w:val="clear" w:color="auto" w:fill="auto"/>
          </w:tcPr>
          <w:p w14:paraId="1AD16953" w14:textId="77777777" w:rsidR="000D29B3" w:rsidRPr="00AE798D" w:rsidRDefault="000D29B3" w:rsidP="000D29B3">
            <w:pPr>
              <w:numPr>
                <w:ilvl w:val="0"/>
                <w:numId w:val="1"/>
              </w:numPr>
              <w:tabs>
                <w:tab w:val="left" w:pos="3680"/>
              </w:tabs>
              <w:rPr>
                <w:lang w:bidi="x-none"/>
              </w:rPr>
            </w:pPr>
            <w:r w:rsidRPr="00AE798D">
              <w:rPr>
                <w:lang w:bidi="x-none"/>
              </w:rPr>
              <w:t>Log onto the server:</w:t>
            </w:r>
          </w:p>
          <w:p w14:paraId="6EC26074" w14:textId="77777777" w:rsidR="000D29B3" w:rsidRPr="00AE798D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-Click on your desktop</w:t>
            </w:r>
          </w:p>
          <w:p w14:paraId="31FB3109" w14:textId="77777777" w:rsidR="000D29B3" w:rsidRPr="00AE798D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-Go to GO</w:t>
            </w:r>
          </w:p>
          <w:p w14:paraId="0C94F985" w14:textId="77777777" w:rsidR="000D29B3" w:rsidRPr="00AE798D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-Connect to Server</w:t>
            </w:r>
          </w:p>
          <w:p w14:paraId="4A350F39" w14:textId="77777777" w:rsidR="0033470D" w:rsidRDefault="00703D0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>
              <w:rPr>
                <w:lang w:bidi="x-none"/>
              </w:rPr>
              <w:t>-smb://</w:t>
            </w:r>
            <w:r w:rsidRPr="0033470D">
              <w:rPr>
                <w:b/>
                <w:lang w:bidi="x-none"/>
              </w:rPr>
              <w:t>pes</w:t>
            </w:r>
            <w:r w:rsidR="00A70882">
              <w:rPr>
                <w:lang w:bidi="x-none"/>
              </w:rPr>
              <w:t>/</w:t>
            </w:r>
            <w:r w:rsidR="005A28EE">
              <w:rPr>
                <w:lang w:bidi="x-none"/>
              </w:rPr>
              <w:t xml:space="preserve">  </w:t>
            </w:r>
          </w:p>
          <w:p w14:paraId="7095E87A" w14:textId="77777777" w:rsidR="000D29B3" w:rsidRPr="00AE798D" w:rsidRDefault="0033470D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>
              <w:rPr>
                <w:lang w:bidi="x-none"/>
              </w:rPr>
              <w:t>*</w:t>
            </w:r>
            <w:r w:rsidR="005A28EE" w:rsidRPr="0033470D">
              <w:rPr>
                <w:b/>
                <w:i/>
                <w:lang w:bidi="x-none"/>
              </w:rPr>
              <w:t>(</w:t>
            </w:r>
            <w:r w:rsidRPr="0033470D">
              <w:rPr>
                <w:b/>
                <w:i/>
                <w:lang w:bidi="x-none"/>
              </w:rPr>
              <w:t>use your school acronym)</w:t>
            </w:r>
          </w:p>
          <w:p w14:paraId="42048A4E" w14:textId="77777777" w:rsidR="000D29B3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</w:t>
            </w:r>
            <w:r w:rsidRPr="00703D03">
              <w:rPr>
                <w:b/>
                <w:lang w:bidi="x-none"/>
              </w:rPr>
              <w:t>Click Connect</w:t>
            </w:r>
          </w:p>
          <w:p w14:paraId="433AA116" w14:textId="77777777" w:rsidR="00E55BDC" w:rsidRPr="00E55BDC" w:rsidRDefault="00E55BDC" w:rsidP="00E55BDC">
            <w:pPr>
              <w:tabs>
                <w:tab w:val="left" w:pos="3680"/>
              </w:tabs>
              <w:rPr>
                <w:i/>
                <w:lang w:bidi="x-none"/>
              </w:rPr>
            </w:pPr>
            <w:r w:rsidRPr="00E55BDC">
              <w:rPr>
                <w:i/>
                <w:lang w:bidi="x-none"/>
              </w:rPr>
              <w:t>*Note that to see the Teacher’s Share and other areas of the server not accessible to students we are leaving off the Users part of the server address.</w:t>
            </w:r>
          </w:p>
          <w:p w14:paraId="3B429F29" w14:textId="77777777" w:rsidR="00E55BDC" w:rsidRPr="00AE798D" w:rsidRDefault="00E55BDC" w:rsidP="00E55BDC">
            <w:pPr>
              <w:tabs>
                <w:tab w:val="left" w:pos="3680"/>
              </w:tabs>
              <w:rPr>
                <w:lang w:bidi="x-none"/>
              </w:rPr>
            </w:pPr>
          </w:p>
        </w:tc>
        <w:tc>
          <w:tcPr>
            <w:tcW w:w="7993" w:type="dxa"/>
            <w:shd w:val="clear" w:color="auto" w:fill="auto"/>
          </w:tcPr>
          <w:p w14:paraId="05E0BD64" w14:textId="77777777" w:rsidR="000D29B3" w:rsidRDefault="000D29B3" w:rsidP="000D29B3">
            <w:pPr>
              <w:tabs>
                <w:tab w:val="left" w:pos="3680"/>
              </w:tabs>
              <w:rPr>
                <w:lang w:bidi="x-none"/>
              </w:rPr>
            </w:pPr>
          </w:p>
          <w:p w14:paraId="19CE6279" w14:textId="77777777" w:rsidR="00E55BDC" w:rsidRDefault="00E55BDC" w:rsidP="000D29B3">
            <w:pPr>
              <w:tabs>
                <w:tab w:val="left" w:pos="3680"/>
              </w:tabs>
              <w:rPr>
                <w:lang w:bidi="x-none"/>
              </w:rPr>
            </w:pPr>
          </w:p>
          <w:p w14:paraId="1DA477D4" w14:textId="77777777" w:rsidR="00E55BDC" w:rsidRPr="00AE798D" w:rsidRDefault="00E55BDC" w:rsidP="000D29B3">
            <w:pPr>
              <w:tabs>
                <w:tab w:val="left" w:pos="3680"/>
              </w:tabs>
              <w:rPr>
                <w:lang w:bidi="x-none"/>
              </w:rPr>
            </w:pPr>
          </w:p>
          <w:p w14:paraId="4995B883" w14:textId="77777777" w:rsidR="005A28EE" w:rsidRDefault="005A28EE" w:rsidP="000D29B3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0FD451C9" w14:textId="77777777" w:rsidR="000D29B3" w:rsidRPr="005A28EE" w:rsidRDefault="005A28EE" w:rsidP="005A28EE">
            <w:pPr>
              <w:tabs>
                <w:tab w:val="left" w:pos="1940"/>
              </w:tabs>
            </w:pPr>
            <w:r>
              <w:tab/>
            </w:r>
            <w:bookmarkStart w:id="0" w:name="_GoBack"/>
            <w:bookmarkEnd w:id="0"/>
          </w:p>
        </w:tc>
      </w:tr>
      <w:tr w:rsidR="000D29B3" w:rsidRPr="00AE798D" w14:paraId="5D888C5A" w14:textId="77777777" w:rsidTr="005A28EE">
        <w:tc>
          <w:tcPr>
            <w:tcW w:w="3023" w:type="dxa"/>
            <w:shd w:val="clear" w:color="auto" w:fill="auto"/>
          </w:tcPr>
          <w:p w14:paraId="70272AA5" w14:textId="77777777" w:rsidR="000D29B3" w:rsidRPr="00AE798D" w:rsidRDefault="000D29B3" w:rsidP="000D29B3">
            <w:pPr>
              <w:numPr>
                <w:ilvl w:val="0"/>
                <w:numId w:val="1"/>
              </w:numPr>
              <w:tabs>
                <w:tab w:val="left" w:pos="3680"/>
              </w:tabs>
              <w:rPr>
                <w:lang w:bidi="x-none"/>
              </w:rPr>
            </w:pPr>
            <w:r w:rsidRPr="00AE798D">
              <w:rPr>
                <w:lang w:bidi="x-none"/>
              </w:rPr>
              <w:t>Enter your login information.  You will see one of the two screens to the right. Pick the login method that matches what you see.</w:t>
            </w:r>
          </w:p>
          <w:p w14:paraId="299BE84A" w14:textId="77777777" w:rsidR="000D29B3" w:rsidRDefault="00703D03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USER NAME:</w:t>
            </w:r>
          </w:p>
          <w:p w14:paraId="5D2B2B88" w14:textId="77777777" w:rsidR="00703D03" w:rsidRDefault="00703D03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CMCSS\donna.baker</w:t>
            </w:r>
          </w:p>
          <w:p w14:paraId="5C31F9A4" w14:textId="77777777" w:rsidR="00E21CFD" w:rsidRDefault="00E21CFD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</w:p>
          <w:p w14:paraId="0442DE60" w14:textId="77777777" w:rsidR="00E21CFD" w:rsidRDefault="00E21CFD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PASSWORD:</w:t>
            </w:r>
          </w:p>
          <w:p w14:paraId="1459BB88" w14:textId="77777777" w:rsidR="00E21CFD" w:rsidRPr="00AE798D" w:rsidRDefault="00E21CFD" w:rsidP="00245C6E">
            <w:pPr>
              <w:tabs>
                <w:tab w:val="left" w:pos="3680"/>
              </w:tabs>
              <w:rPr>
                <w:lang w:bidi="x-none"/>
              </w:rPr>
            </w:pPr>
            <w:r>
              <w:rPr>
                <w:b/>
                <w:lang w:bidi="x-none"/>
              </w:rPr>
              <w:t>Your email Password</w:t>
            </w:r>
          </w:p>
        </w:tc>
        <w:tc>
          <w:tcPr>
            <w:tcW w:w="7993" w:type="dxa"/>
            <w:shd w:val="clear" w:color="auto" w:fill="auto"/>
          </w:tcPr>
          <w:p w14:paraId="517BFBCA" w14:textId="77777777" w:rsidR="000D29B3" w:rsidRPr="00AE798D" w:rsidRDefault="000D29B3" w:rsidP="000D29B3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1C7754BE" w14:textId="77777777" w:rsidR="009A7E70" w:rsidRDefault="009A7E70" w:rsidP="00245C6E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28FAC721" w14:textId="77777777" w:rsidR="009A7E70" w:rsidRDefault="009A7E70" w:rsidP="00245C6E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37B6091E" w14:textId="77777777" w:rsidR="000D29B3" w:rsidRPr="00AE798D" w:rsidRDefault="00CB399F" w:rsidP="00245C6E">
            <w:pPr>
              <w:tabs>
                <w:tab w:val="left" w:pos="3680"/>
              </w:tabs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0EF864DF" wp14:editId="6A426AEB">
                  <wp:extent cx="3594100" cy="2438400"/>
                  <wp:effectExtent l="0" t="0" r="12700" b="0"/>
                  <wp:docPr id="1" name="Picture 1" descr="Screen shot 2011-08-03 a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 shot 2011-08-03 at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9B3" w:rsidRPr="00AE798D" w14:paraId="46B24940" w14:textId="77777777" w:rsidTr="005A28EE">
        <w:tc>
          <w:tcPr>
            <w:tcW w:w="3023" w:type="dxa"/>
            <w:shd w:val="clear" w:color="auto" w:fill="auto"/>
          </w:tcPr>
          <w:p w14:paraId="5A7D4B56" w14:textId="77777777" w:rsidR="000D29B3" w:rsidRPr="00245C6E" w:rsidRDefault="001161AE" w:rsidP="001161AE">
            <w:pPr>
              <w:tabs>
                <w:tab w:val="left" w:pos="3680"/>
              </w:tabs>
              <w:rPr>
                <w:lang w:bidi="x-none"/>
              </w:rPr>
            </w:pPr>
            <w:r>
              <w:rPr>
                <w:lang w:bidi="x-none"/>
              </w:rPr>
              <w:t xml:space="preserve">3. Once logged in you will see a list of index folders that can be utilized as storage for teachers and students in your building. </w:t>
            </w:r>
          </w:p>
        </w:tc>
        <w:tc>
          <w:tcPr>
            <w:tcW w:w="7993" w:type="dxa"/>
            <w:shd w:val="clear" w:color="auto" w:fill="auto"/>
          </w:tcPr>
          <w:p w14:paraId="13BFF8A3" w14:textId="77777777" w:rsidR="000D29B3" w:rsidRPr="00AE798D" w:rsidRDefault="00284AFC" w:rsidP="00E55BDC">
            <w:pPr>
              <w:tabs>
                <w:tab w:val="left" w:pos="3680"/>
              </w:tabs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110CA426" wp14:editId="2D01F310">
                  <wp:extent cx="3086735" cy="2081611"/>
                  <wp:effectExtent l="0" t="0" r="12065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5-07-28 09.23.2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735" cy="2081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1AE" w:rsidRPr="00AE798D" w14:paraId="4C1DBAC0" w14:textId="77777777" w:rsidTr="005A28EE">
        <w:tc>
          <w:tcPr>
            <w:tcW w:w="3023" w:type="dxa"/>
            <w:shd w:val="clear" w:color="auto" w:fill="auto"/>
          </w:tcPr>
          <w:p w14:paraId="40B0F364" w14:textId="77777777" w:rsidR="001161AE" w:rsidRDefault="00F93A0C" w:rsidP="001161AE">
            <w:pPr>
              <w:tabs>
                <w:tab w:val="left" w:pos="3680"/>
              </w:tabs>
              <w:rPr>
                <w:lang w:bidi="x-none"/>
              </w:rPr>
            </w:pPr>
            <w:r>
              <w:rPr>
                <w:lang w:bidi="x-none"/>
              </w:rPr>
              <w:lastRenderedPageBreak/>
              <w:t>4.</w:t>
            </w:r>
            <w:r w:rsidR="001161AE">
              <w:rPr>
                <w:lang w:bidi="x-none"/>
              </w:rPr>
              <w:t xml:space="preserve"> One folder to note is the </w:t>
            </w:r>
            <w:r w:rsidR="001161AE" w:rsidRPr="001161AE">
              <w:rPr>
                <w:b/>
                <w:lang w:bidi="x-none"/>
              </w:rPr>
              <w:t>TEACHERS ONLY SHARE</w:t>
            </w:r>
            <w:r w:rsidR="001161AE">
              <w:rPr>
                <w:lang w:bidi="x-none"/>
              </w:rPr>
              <w:t xml:space="preserve"> folder that is only accessible to teachers for sharing materials.</w:t>
            </w:r>
          </w:p>
          <w:p w14:paraId="5F7626AE" w14:textId="77777777" w:rsidR="001161AE" w:rsidRPr="00245C6E" w:rsidRDefault="001161AE" w:rsidP="001161AE">
            <w:pPr>
              <w:tabs>
                <w:tab w:val="left" w:pos="3680"/>
              </w:tabs>
              <w:rPr>
                <w:lang w:bidi="x-none"/>
              </w:rPr>
            </w:pPr>
          </w:p>
        </w:tc>
        <w:tc>
          <w:tcPr>
            <w:tcW w:w="7993" w:type="dxa"/>
            <w:shd w:val="clear" w:color="auto" w:fill="auto"/>
          </w:tcPr>
          <w:p w14:paraId="52B6DBDE" w14:textId="77777777" w:rsidR="001161AE" w:rsidRPr="00AE798D" w:rsidRDefault="00CB399F" w:rsidP="001161AE">
            <w:pPr>
              <w:tabs>
                <w:tab w:val="left" w:pos="3680"/>
              </w:tabs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3ED67B90" wp14:editId="454F197B">
                  <wp:extent cx="2374900" cy="1600200"/>
                  <wp:effectExtent l="0" t="0" r="12700" b="0"/>
                  <wp:docPr id="5" name="Picture 5" descr="Screen shot 2011-08-03 a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reen shot 2011-08-03 at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922F31" w14:textId="77777777" w:rsidR="000D29B3" w:rsidRPr="00AE798D" w:rsidRDefault="000D29B3" w:rsidP="000D29B3">
      <w:pPr>
        <w:tabs>
          <w:tab w:val="left" w:pos="3680"/>
        </w:tabs>
      </w:pPr>
      <w:r w:rsidRPr="00AE798D">
        <w:br w:type="textWrapping" w:clear="all"/>
      </w:r>
      <w:r w:rsidR="001161AE">
        <w:rPr>
          <w:lang w:bidi="x-none"/>
        </w:rPr>
        <w:t xml:space="preserve">*To copy a document or folder, click it once and hit Command/C OR right click (control/click on a Mac) and choose </w:t>
      </w:r>
      <w:r w:rsidR="00F93A0C">
        <w:rPr>
          <w:lang w:bidi="x-none"/>
        </w:rPr>
        <w:t>COPY ITEM</w:t>
      </w:r>
      <w:r w:rsidR="001161AE">
        <w:rPr>
          <w:lang w:bidi="x-none"/>
        </w:rPr>
        <w:t xml:space="preserve">. Finally, click on the server folder and Paste </w:t>
      </w:r>
      <w:r w:rsidR="00F93A0C">
        <w:rPr>
          <w:lang w:bidi="x-none"/>
        </w:rPr>
        <w:t xml:space="preserve">Command/V OR right click (control/click) and choose PASTE ITEM. </w:t>
      </w:r>
      <w:r w:rsidR="001161AE">
        <w:rPr>
          <w:lang w:bidi="x-none"/>
        </w:rPr>
        <w:t xml:space="preserve">These servers do not work well </w:t>
      </w:r>
      <w:r w:rsidR="00F93A0C">
        <w:rPr>
          <w:lang w:bidi="x-none"/>
        </w:rPr>
        <w:t xml:space="preserve">with dragging folders to the server. </w:t>
      </w:r>
    </w:p>
    <w:sectPr w:rsidR="000D29B3" w:rsidRPr="00AE798D" w:rsidSect="000D29B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E3818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F304F5"/>
    <w:multiLevelType w:val="hybridMultilevel"/>
    <w:tmpl w:val="CACA5F9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CB5101"/>
    <w:multiLevelType w:val="hybridMultilevel"/>
    <w:tmpl w:val="898AEC5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8B"/>
    <w:rsid w:val="000D29B3"/>
    <w:rsid w:val="001161AE"/>
    <w:rsid w:val="00245C6E"/>
    <w:rsid w:val="00284AFC"/>
    <w:rsid w:val="0033470D"/>
    <w:rsid w:val="00384386"/>
    <w:rsid w:val="005A28EE"/>
    <w:rsid w:val="00703D03"/>
    <w:rsid w:val="007D4CC1"/>
    <w:rsid w:val="00845187"/>
    <w:rsid w:val="00880642"/>
    <w:rsid w:val="009A7E70"/>
    <w:rsid w:val="00A70882"/>
    <w:rsid w:val="00AF7126"/>
    <w:rsid w:val="00CB399F"/>
    <w:rsid w:val="00DD7785"/>
    <w:rsid w:val="00E21CFD"/>
    <w:rsid w:val="00E55BDC"/>
    <w:rsid w:val="00F9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52B9F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E798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4A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AF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E798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4A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AF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6386AC0-134A-4914-A8FE-EFE27178106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\Users\Donna Baker\AppData\Local\Chemistry Add-in for Word\Chemistry Gallery\Chem4Word.dotx</Template>
  <TotalTime>43</TotalTime>
  <Pages>2</Pages>
  <Words>167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 -Turning your Lesson Plans in on the Server</vt:lpstr>
    </vt:vector>
  </TitlesOfParts>
  <Company>Clarksville-Montgomery County School System</Company>
  <LinksUpToDate>false</LinksUpToDate>
  <CharactersWithSpaces>1117</CharactersWithSpaces>
  <SharedDoc>false</SharedDoc>
  <HLinks>
    <vt:vector size="30" baseType="variant">
      <vt:variant>
        <vt:i4>3801117</vt:i4>
      </vt:variant>
      <vt:variant>
        <vt:i4>2418</vt:i4>
      </vt:variant>
      <vt:variant>
        <vt:i4>1025</vt:i4>
      </vt:variant>
      <vt:variant>
        <vt:i4>1</vt:i4>
      </vt:variant>
      <vt:variant>
        <vt:lpwstr>Screen shot 2011-08-03 at 7</vt:lpwstr>
      </vt:variant>
      <vt:variant>
        <vt:lpwstr/>
      </vt:variant>
      <vt:variant>
        <vt:i4>3735572</vt:i4>
      </vt:variant>
      <vt:variant>
        <vt:i4>2716</vt:i4>
      </vt:variant>
      <vt:variant>
        <vt:i4>1026</vt:i4>
      </vt:variant>
      <vt:variant>
        <vt:i4>1</vt:i4>
      </vt:variant>
      <vt:variant>
        <vt:lpwstr>Screen Shot 2013-05-22 at 1</vt:lpwstr>
      </vt:variant>
      <vt:variant>
        <vt:lpwstr/>
      </vt:variant>
      <vt:variant>
        <vt:i4>3801106</vt:i4>
      </vt:variant>
      <vt:variant>
        <vt:i4>2912</vt:i4>
      </vt:variant>
      <vt:variant>
        <vt:i4>1027</vt:i4>
      </vt:variant>
      <vt:variant>
        <vt:i4>1</vt:i4>
      </vt:variant>
      <vt:variant>
        <vt:lpwstr>Screen shot 2011-08-03 at 8</vt:lpwstr>
      </vt:variant>
      <vt:variant>
        <vt:lpwstr/>
      </vt:variant>
      <vt:variant>
        <vt:i4>3801117</vt:i4>
      </vt:variant>
      <vt:variant>
        <vt:i4>3053</vt:i4>
      </vt:variant>
      <vt:variant>
        <vt:i4>1028</vt:i4>
      </vt:variant>
      <vt:variant>
        <vt:i4>1</vt:i4>
      </vt:variant>
      <vt:variant>
        <vt:lpwstr>Screen shot 2011-08-03 at 7</vt:lpwstr>
      </vt:variant>
      <vt:variant>
        <vt:lpwstr/>
      </vt:variant>
      <vt:variant>
        <vt:i4>3801117</vt:i4>
      </vt:variant>
      <vt:variant>
        <vt:i4>3292</vt:i4>
      </vt:variant>
      <vt:variant>
        <vt:i4>1029</vt:i4>
      </vt:variant>
      <vt:variant>
        <vt:i4>1</vt:i4>
      </vt:variant>
      <vt:variant>
        <vt:lpwstr>Screen shot 2011-08-03 at 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 -Turning your Lesson Plans in on the Server</dc:title>
  <dc:subject/>
  <dc:creator>Donna Baker</dc:creator>
  <cp:keywords/>
  <dc:description/>
  <cp:lastModifiedBy>Teacher</cp:lastModifiedBy>
  <cp:revision>4</cp:revision>
  <dcterms:created xsi:type="dcterms:W3CDTF">2013-08-07T15:23:00Z</dcterms:created>
  <dcterms:modified xsi:type="dcterms:W3CDTF">2015-07-28T15:47:00Z</dcterms:modified>
</cp:coreProperties>
</file>